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514" w:rsidRDefault="00964514">
      <w:r>
        <w:t>Ashley Jones</w:t>
      </w:r>
    </w:p>
    <w:p w:rsidR="00964514" w:rsidRDefault="00964514">
      <w:r>
        <w:t>Mr. Johnson and Miss Lang</w:t>
      </w:r>
    </w:p>
    <w:p w:rsidR="00964514" w:rsidRDefault="00964514">
      <w:r>
        <w:t>AP Lang</w:t>
      </w:r>
    </w:p>
    <w:p w:rsidR="00964514" w:rsidRDefault="00964514" w:rsidP="005C2F59">
      <w:pPr>
        <w:jc w:val="center"/>
      </w:pPr>
      <w:r>
        <w:t>Women and Nazi’s</w:t>
      </w:r>
    </w:p>
    <w:p w:rsidR="00964514" w:rsidRDefault="00964514" w:rsidP="005B3528">
      <w:pPr>
        <w:spacing w:line="480" w:lineRule="auto"/>
      </w:pPr>
      <w:r>
        <w:tab/>
        <w:t xml:space="preserve">There have been three main waves of feminism since the 1920’s, and because of that there have been several types of feminist portrayed such as socialist and liberal feminist. All have the major same view that women and men should obtain the same equal rights. However, two of the most blatantly differing forms of feminist are radical feminist-who are also referred to as neo Nazi feminist- and conservative feminist. Neo Nazi feminist have a high belief in female dominance over male dominance. The term Nazi is fit into the label of this type of feminist because of the similarities of Nazi’s from World War II. Conservative feminist came about within the past 30 years mainly, and it was odd because a majority of people wouldn’t think to put feminist and conservative together. Conservative Feminist want equal rights for all, but they do not appreciate the idea of denying females right to bear children, to have intimacy and have a family. Both groups of feminist have the same major view point for equality, but acquire different views and opinions on how feminist should be. </w:t>
      </w:r>
    </w:p>
    <w:p w:rsidR="00964514" w:rsidRDefault="00964514" w:rsidP="005B3528">
      <w:pPr>
        <w:spacing w:line="480" w:lineRule="auto"/>
      </w:pPr>
      <w:r>
        <w:tab/>
        <w:t>A main worry that conservative feminists have is that while they are given more rights to be equal to men that they will lose respect for having children specifically because bearing a child is something only a women has the ability to do. They don’t want to be frowned upon by other people for having the desire, or even acting on their desires of having children and a family. The neo Nazi feminist can be against this mainly because of their ideas of female supremacy. Neo Nazi feminist tend to have a mindset where they feel like men are completely unnecessary.  A concentrated heated mood settles across their thoughts saying “I do not need a man, for anything, ever”.  This is very differing to a lot of aspects of conservative feminists and society, for there is no other way to produce children and continue the population without a man and woman. Conservative feminist on the other hand feel as though in having their equal rights to men, they are allowed the rights to have a family with a man and bear children. This is where feminist can majorly clash heads, because all in all while giving female equal rights, there isn’t a person that can snatch away a women’s right to marry or birth a child.</w:t>
      </w:r>
    </w:p>
    <w:p w:rsidR="00964514" w:rsidRDefault="00964514" w:rsidP="005B3528">
      <w:pPr>
        <w:spacing w:line="480" w:lineRule="auto"/>
      </w:pPr>
      <w:r>
        <w:tab/>
      </w:r>
      <w:bookmarkStart w:id="0" w:name="_GoBack"/>
      <w:bookmarkEnd w:id="0"/>
      <w:r>
        <w:t xml:space="preserve">Conservative Feminists and Radical Feminists have a tendency to clash on the ideas of separating a woman’s rights compared to men’s, versus the genetic differences of men and women. Recognizing that women are biologically different from men, conservative feminist do not seek to look or act as a man. Neo Nazi feminist however have built up such an outstanding amount of hatred for the lack of equal rights that they go out of their way to be less feminine and act masculine. They will go without shaving their legs and armpits, and they will dress manly in suits, or even something as simple as boots and baggy jeans. All of this is extremely important to them because they feel as though male supremacy is tyrannizing women and giving men everything they could want or ask for in life. Therefore Radical feminist choose to act as men themselves to express their thoughts that women shouldn’t need to be a certain way because they are a woman. Although the conservatives agree with this is some ways, and too believe they should be granted equal rights and shouldn’t be stereotyped to look or be a certain way, they acknowledge that women and men are different. They are accepting of nature’s natural separations’ of males and females. Conservative feminist feel as though there is no problem in being a women, and they still want to be feminine. Shaving their legs and armpits, wearing dresses and skirts and girly clothing is okay because the conservatives know that they are different from men. They accept their breasts and their vaginas, and instead of trying to act like a man to have equal rights to men, they embrace their feminism and feel as though men should embrace it as well and respect them. </w:t>
      </w:r>
    </w:p>
    <w:p w:rsidR="00964514" w:rsidRDefault="00964514" w:rsidP="005B3528">
      <w:pPr>
        <w:spacing w:line="480" w:lineRule="auto"/>
      </w:pPr>
      <w:r>
        <w:tab/>
        <w:t xml:space="preserve">The main idea of being a feminist is to advocate that women should have the exact same rights as men do because men and women are equals, which is why how ever differing on thoughts and ideas different groups of feminist can be, they are still able to work together for a main cause. Every feminist group has a different view of how they should make a point and take a stance to the public eye, rather it’s burning their bras, refusal to shave, wearing a men’s suit or simply just making every possible attempt to get the word out to the public and help make a change. </w:t>
      </w:r>
    </w:p>
    <w:p w:rsidR="00964514" w:rsidRDefault="00964514" w:rsidP="005B3528">
      <w:pPr>
        <w:spacing w:line="480" w:lineRule="auto"/>
        <w:jc w:val="center"/>
      </w:pPr>
    </w:p>
    <w:sectPr w:rsidR="00964514" w:rsidSect="001D53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2F59"/>
    <w:rsid w:val="000D2943"/>
    <w:rsid w:val="00174F00"/>
    <w:rsid w:val="001D53A0"/>
    <w:rsid w:val="002E79F4"/>
    <w:rsid w:val="003A008B"/>
    <w:rsid w:val="004819E3"/>
    <w:rsid w:val="005B3528"/>
    <w:rsid w:val="005C2F59"/>
    <w:rsid w:val="007A31C4"/>
    <w:rsid w:val="0083649E"/>
    <w:rsid w:val="0083761F"/>
    <w:rsid w:val="00926FE6"/>
    <w:rsid w:val="00964514"/>
    <w:rsid w:val="00C22ADB"/>
    <w:rsid w:val="00D46838"/>
    <w:rsid w:val="00D537C0"/>
    <w:rsid w:val="00DC07D3"/>
    <w:rsid w:val="00DD58C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3A0"/>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692</Words>
  <Characters>3949</Characters>
  <Application>Microsoft Office Outlook</Application>
  <DocSecurity>0</DocSecurity>
  <Lines>0</Lines>
  <Paragraphs>0</Paragraphs>
  <ScaleCrop>false</ScaleCrop>
  <Company>YWRC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Ashley Jones</dc:title>
  <dc:subject/>
  <dc:creator>Alicia Nicoletto</dc:creator>
  <cp:keywords/>
  <dc:description/>
  <cp:lastModifiedBy> </cp:lastModifiedBy>
  <cp:revision>2</cp:revision>
  <dcterms:created xsi:type="dcterms:W3CDTF">2012-03-01T04:32:00Z</dcterms:created>
  <dcterms:modified xsi:type="dcterms:W3CDTF">2012-03-01T04:32:00Z</dcterms:modified>
</cp:coreProperties>
</file>